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2EF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635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B0CC9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72AB3">
        <w:rPr>
          <w:rFonts w:ascii="Corbel" w:hAnsi="Corbel"/>
          <w:i/>
          <w:smallCaps/>
          <w:sz w:val="24"/>
          <w:szCs w:val="24"/>
        </w:rPr>
        <w:t>2021/2022 – 2025/2026</w:t>
      </w:r>
    </w:p>
    <w:p w14:paraId="4EA4BB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A6F786" w14:textId="2FFAA08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CC7F7B">
        <w:rPr>
          <w:rFonts w:ascii="Corbel" w:hAnsi="Corbel"/>
          <w:sz w:val="20"/>
          <w:szCs w:val="20"/>
        </w:rPr>
        <w:t>2025/2026</w:t>
      </w:r>
    </w:p>
    <w:p w14:paraId="4072813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3AA9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D409AC2" w14:textId="77777777" w:rsidTr="00B819C8">
        <w:tc>
          <w:tcPr>
            <w:tcW w:w="2694" w:type="dxa"/>
            <w:vAlign w:val="center"/>
          </w:tcPr>
          <w:p w14:paraId="6A434E1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18E61C" w14:textId="77777777" w:rsidR="0085747A" w:rsidRPr="00CC7F7B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7F7B">
              <w:rPr>
                <w:rFonts w:ascii="Corbel" w:hAnsi="Corbel"/>
                <w:sz w:val="24"/>
                <w:szCs w:val="24"/>
              </w:rPr>
              <w:t>Panel pism procesowych – Prawo rodzinne</w:t>
            </w:r>
          </w:p>
        </w:tc>
      </w:tr>
      <w:tr w:rsidR="0085747A" w:rsidRPr="009C54AE" w14:paraId="5636B7AF" w14:textId="77777777" w:rsidTr="00B819C8">
        <w:tc>
          <w:tcPr>
            <w:tcW w:w="2694" w:type="dxa"/>
            <w:vAlign w:val="center"/>
          </w:tcPr>
          <w:p w14:paraId="127DF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3ED32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AA30414" w14:textId="77777777" w:rsidTr="00B819C8">
        <w:tc>
          <w:tcPr>
            <w:tcW w:w="2694" w:type="dxa"/>
            <w:vAlign w:val="center"/>
          </w:tcPr>
          <w:p w14:paraId="0C31A9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4D5AD8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180CA3" w14:textId="77777777" w:rsidTr="00B819C8">
        <w:tc>
          <w:tcPr>
            <w:tcW w:w="2694" w:type="dxa"/>
            <w:vAlign w:val="center"/>
          </w:tcPr>
          <w:p w14:paraId="5AE07D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4A2270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00D7D19E" w14:textId="77777777" w:rsidTr="00B819C8">
        <w:tc>
          <w:tcPr>
            <w:tcW w:w="2694" w:type="dxa"/>
            <w:vAlign w:val="center"/>
          </w:tcPr>
          <w:p w14:paraId="69A99D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FB2C1B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04B55411" w14:textId="77777777" w:rsidTr="00B819C8">
        <w:tc>
          <w:tcPr>
            <w:tcW w:w="2694" w:type="dxa"/>
            <w:vAlign w:val="center"/>
          </w:tcPr>
          <w:p w14:paraId="72914AA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E9C19C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758DFD5" w14:textId="77777777" w:rsidTr="00B819C8">
        <w:tc>
          <w:tcPr>
            <w:tcW w:w="2694" w:type="dxa"/>
            <w:vAlign w:val="center"/>
          </w:tcPr>
          <w:p w14:paraId="3B66D4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7F2C2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28450B8" w14:textId="77777777" w:rsidTr="00B819C8">
        <w:tc>
          <w:tcPr>
            <w:tcW w:w="2694" w:type="dxa"/>
            <w:vAlign w:val="center"/>
          </w:tcPr>
          <w:p w14:paraId="378FC2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1E754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CE9FA9" w14:textId="77777777" w:rsidTr="00B819C8">
        <w:tc>
          <w:tcPr>
            <w:tcW w:w="2694" w:type="dxa"/>
            <w:vAlign w:val="center"/>
          </w:tcPr>
          <w:p w14:paraId="791956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08B9D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14:paraId="3D0A9E7A" w14:textId="77777777" w:rsidTr="00B819C8">
        <w:tc>
          <w:tcPr>
            <w:tcW w:w="2694" w:type="dxa"/>
            <w:vAlign w:val="center"/>
          </w:tcPr>
          <w:p w14:paraId="72CFEA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62A96E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D9B9CF6" w14:textId="77777777" w:rsidTr="00B819C8">
        <w:tc>
          <w:tcPr>
            <w:tcW w:w="2694" w:type="dxa"/>
            <w:vAlign w:val="center"/>
          </w:tcPr>
          <w:p w14:paraId="5B6E8D0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253629" w14:textId="77777777"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E663C4" w14:paraId="05831BE2" w14:textId="77777777" w:rsidTr="00B819C8">
        <w:tc>
          <w:tcPr>
            <w:tcW w:w="2694" w:type="dxa"/>
            <w:vAlign w:val="center"/>
          </w:tcPr>
          <w:p w14:paraId="75E149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D0A627" w14:textId="77777777" w:rsidR="0085747A" w:rsidRPr="00CC7F7B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CC7F7B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14:paraId="2E485712" w14:textId="77777777" w:rsidTr="00B819C8">
        <w:tc>
          <w:tcPr>
            <w:tcW w:w="2694" w:type="dxa"/>
            <w:vAlign w:val="center"/>
          </w:tcPr>
          <w:p w14:paraId="11D16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80E7C6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2841139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99A8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D0E1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7712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E4E7E1" w14:textId="77777777" w:rsidTr="00CC7F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2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11A68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8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03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65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49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B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C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46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B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81FB4D" w14:textId="77777777" w:rsidTr="00CC7F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396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1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F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B23D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B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07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B0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BA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D2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AA25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AA7AB3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60813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4A478B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A75F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FB77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12F3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16738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A5C22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68D3B4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7CB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9059F8" w14:textId="77777777" w:rsidTr="00745302">
        <w:tc>
          <w:tcPr>
            <w:tcW w:w="9670" w:type="dxa"/>
          </w:tcPr>
          <w:p w14:paraId="68BFED4C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rodzinnego</w:t>
            </w:r>
          </w:p>
          <w:p w14:paraId="25FF5C12" w14:textId="77777777" w:rsidR="00543DF2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  <w:p w14:paraId="507BE1C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BD843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140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5B0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335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A76B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506665B" w14:textId="77777777" w:rsidTr="00923D7D">
        <w:tc>
          <w:tcPr>
            <w:tcW w:w="851" w:type="dxa"/>
            <w:vAlign w:val="center"/>
          </w:tcPr>
          <w:p w14:paraId="62C37DA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B89A5C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prawa rodzinnego</w:t>
            </w:r>
          </w:p>
        </w:tc>
      </w:tr>
      <w:tr w:rsidR="0085747A" w:rsidRPr="009C54AE" w14:paraId="6F3F2B30" w14:textId="77777777" w:rsidTr="00923D7D">
        <w:tc>
          <w:tcPr>
            <w:tcW w:w="851" w:type="dxa"/>
            <w:vAlign w:val="center"/>
          </w:tcPr>
          <w:p w14:paraId="21918DF9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05163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2FF5A24C" w14:textId="77777777" w:rsidTr="00923D7D">
        <w:tc>
          <w:tcPr>
            <w:tcW w:w="851" w:type="dxa"/>
            <w:vAlign w:val="center"/>
          </w:tcPr>
          <w:p w14:paraId="6568C3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27ABC5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pisania pism procesowych z zakresu prawa rodzinnego</w:t>
            </w:r>
          </w:p>
        </w:tc>
      </w:tr>
    </w:tbl>
    <w:p w14:paraId="7D600F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575E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8C8D8B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D56126" w14:textId="77777777" w:rsidTr="0071620A">
        <w:tc>
          <w:tcPr>
            <w:tcW w:w="1701" w:type="dxa"/>
            <w:vAlign w:val="center"/>
          </w:tcPr>
          <w:p w14:paraId="3C2DB3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4C0D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0C190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3BCE58E7" w14:textId="77777777" w:rsidTr="005E6E85">
        <w:tc>
          <w:tcPr>
            <w:tcW w:w="1701" w:type="dxa"/>
          </w:tcPr>
          <w:p w14:paraId="00FCDCA7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7FA9B114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474C080" w14:textId="77777777">
              <w:trPr>
                <w:trHeight w:val="1145"/>
              </w:trPr>
              <w:tc>
                <w:tcPr>
                  <w:tcW w:w="0" w:type="auto"/>
                </w:tcPr>
                <w:p w14:paraId="2BFB583C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E09CC0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8E45CF2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54B114E5" w14:textId="77777777" w:rsidTr="005E6E85">
        <w:tc>
          <w:tcPr>
            <w:tcW w:w="1701" w:type="dxa"/>
          </w:tcPr>
          <w:p w14:paraId="7635571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775B81B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14C01B72" w14:textId="77777777">
              <w:trPr>
                <w:trHeight w:val="120"/>
              </w:trPr>
              <w:tc>
                <w:tcPr>
                  <w:tcW w:w="0" w:type="auto"/>
                </w:tcPr>
                <w:p w14:paraId="0C8B703F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5C5DC7A0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8E9A17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5E4C6F3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24AC8424" w14:textId="77777777" w:rsidTr="005E6E85">
        <w:tc>
          <w:tcPr>
            <w:tcW w:w="1701" w:type="dxa"/>
          </w:tcPr>
          <w:p w14:paraId="287B6D0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2211BB1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48CF7544" w14:textId="77777777">
              <w:trPr>
                <w:trHeight w:val="412"/>
              </w:trPr>
              <w:tc>
                <w:tcPr>
                  <w:tcW w:w="0" w:type="auto"/>
                </w:tcPr>
                <w:p w14:paraId="1D42771C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19E03149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9D290F0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E0F1BD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0C0BB332" w14:textId="77777777" w:rsidTr="005E6E85">
        <w:tc>
          <w:tcPr>
            <w:tcW w:w="1701" w:type="dxa"/>
          </w:tcPr>
          <w:p w14:paraId="09561BF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477C9A9E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124473D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671CF42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CCEFEA4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607ADA58" w14:textId="77777777" w:rsidTr="005E6E85">
        <w:tc>
          <w:tcPr>
            <w:tcW w:w="1701" w:type="dxa"/>
          </w:tcPr>
          <w:p w14:paraId="37E641E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177C2D37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11DF6416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20F4FF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77AC67C7" w14:textId="77777777" w:rsidTr="005E6E85">
        <w:tc>
          <w:tcPr>
            <w:tcW w:w="1701" w:type="dxa"/>
          </w:tcPr>
          <w:p w14:paraId="64173D3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6A94E36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6CE5315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FA2127F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64FE59BF" w14:textId="77777777" w:rsidTr="005E6E85">
        <w:tc>
          <w:tcPr>
            <w:tcW w:w="1701" w:type="dxa"/>
          </w:tcPr>
          <w:p w14:paraId="2C162EB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6A0BBC6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F48DBDE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Zna i rozumie metody badawcze i narzędzia opisu, w tym techniki pozyskiwania danych właściwe dla nauk </w:t>
            </w:r>
            <w:r w:rsidRPr="001C44B9">
              <w:rPr>
                <w:rFonts w:ascii="Corbel" w:hAnsi="Corbel"/>
              </w:rPr>
              <w:lastRenderedPageBreak/>
              <w:t>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0927C2EC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556D811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77BE2BAA" w14:textId="77777777" w:rsidTr="005E6E85">
        <w:tc>
          <w:tcPr>
            <w:tcW w:w="1701" w:type="dxa"/>
          </w:tcPr>
          <w:p w14:paraId="0CC5E10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1E56D849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04B41CF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CC835A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7AF24299" w14:textId="77777777" w:rsidTr="005E6E85">
        <w:tc>
          <w:tcPr>
            <w:tcW w:w="1701" w:type="dxa"/>
          </w:tcPr>
          <w:p w14:paraId="559E123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2C2DB2C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702F69B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5F8200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38503ADC" w14:textId="77777777" w:rsidTr="005E6E85">
        <w:tc>
          <w:tcPr>
            <w:tcW w:w="1701" w:type="dxa"/>
          </w:tcPr>
          <w:p w14:paraId="3AF1EA6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6DBA7750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2580289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0A2958E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78EECE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E66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25F0B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33F6C7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59AF2F" w14:textId="77777777" w:rsidTr="00923D7D">
        <w:tc>
          <w:tcPr>
            <w:tcW w:w="9639" w:type="dxa"/>
          </w:tcPr>
          <w:p w14:paraId="3331FA3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8E2290F" w14:textId="77777777" w:rsidTr="00923D7D">
        <w:tc>
          <w:tcPr>
            <w:tcW w:w="9639" w:type="dxa"/>
          </w:tcPr>
          <w:p w14:paraId="4EA27152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78AAD153" w14:textId="77777777" w:rsidTr="00923D7D">
        <w:tc>
          <w:tcPr>
            <w:tcW w:w="9639" w:type="dxa"/>
          </w:tcPr>
          <w:p w14:paraId="274E0F3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rozwód w oparciu o dyskusję</w:t>
            </w:r>
          </w:p>
        </w:tc>
      </w:tr>
      <w:tr w:rsidR="00C10360" w:rsidRPr="009C54AE" w14:paraId="01B9D0F3" w14:textId="77777777" w:rsidTr="00923D7D">
        <w:tc>
          <w:tcPr>
            <w:tcW w:w="9639" w:type="dxa"/>
          </w:tcPr>
          <w:p w14:paraId="4C2D524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podział majątku wspólnego w oparciu o dyskusję</w:t>
            </w:r>
          </w:p>
        </w:tc>
      </w:tr>
      <w:tr w:rsidR="00C10360" w:rsidRPr="009C54AE" w14:paraId="00283244" w14:textId="77777777" w:rsidTr="00923D7D">
        <w:tc>
          <w:tcPr>
            <w:tcW w:w="9639" w:type="dxa"/>
          </w:tcPr>
          <w:p w14:paraId="5091B06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ustalenie ojcostwa w oparciu o dyskusję</w:t>
            </w:r>
          </w:p>
        </w:tc>
      </w:tr>
      <w:tr w:rsidR="00C10360" w:rsidRPr="009C54AE" w14:paraId="71B8D7C3" w14:textId="77777777" w:rsidTr="00923D7D">
        <w:tc>
          <w:tcPr>
            <w:tcW w:w="9639" w:type="dxa"/>
          </w:tcPr>
          <w:p w14:paraId="211D079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zaprzeczenie ojcostwa w oparciu o dyskusję</w:t>
            </w:r>
          </w:p>
        </w:tc>
      </w:tr>
      <w:tr w:rsidR="00C10360" w:rsidRPr="009C54AE" w14:paraId="7409A6A8" w14:textId="77777777" w:rsidTr="00923D7D">
        <w:tc>
          <w:tcPr>
            <w:tcW w:w="9639" w:type="dxa"/>
          </w:tcPr>
          <w:p w14:paraId="5B3A4CFF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ograniczenie władzy rodzicielskiej  </w:t>
            </w:r>
          </w:p>
          <w:p w14:paraId="66A8C7E6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03A4FD3A" w14:textId="77777777" w:rsidTr="00923D7D">
        <w:tc>
          <w:tcPr>
            <w:tcW w:w="9639" w:type="dxa"/>
          </w:tcPr>
          <w:p w14:paraId="314B6EA6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wniosek o pozbawienie władzy rodzicielskiej </w:t>
            </w:r>
          </w:p>
          <w:p w14:paraId="35E09445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2946FA10" w14:textId="77777777" w:rsidTr="00923D7D">
        <w:tc>
          <w:tcPr>
            <w:tcW w:w="9639" w:type="dxa"/>
          </w:tcPr>
          <w:p w14:paraId="6B934B98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ustalenie kontaktów z dzieckiem oraz wniosku </w:t>
            </w:r>
          </w:p>
          <w:p w14:paraId="0CC808E6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zagrożenie nakazaniem zapłaty sumy pieniężnej za niewykonanie obowiązków </w:t>
            </w:r>
          </w:p>
          <w:p w14:paraId="710A0AA3" w14:textId="77777777" w:rsidR="00C10360" w:rsidRPr="00E73581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wynikających z orzeczenia w przedmiocie kontaktów z dzieckiem w oparciu o dyskusję</w:t>
            </w:r>
          </w:p>
        </w:tc>
      </w:tr>
      <w:tr w:rsidR="00C10360" w:rsidRPr="009C54AE" w14:paraId="087883CB" w14:textId="77777777" w:rsidTr="00923D7D">
        <w:tc>
          <w:tcPr>
            <w:tcW w:w="9639" w:type="dxa"/>
          </w:tcPr>
          <w:p w14:paraId="22F4128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przysposobienie w oparciu o dyskusję</w:t>
            </w:r>
          </w:p>
        </w:tc>
      </w:tr>
      <w:tr w:rsidR="00C10360" w:rsidRPr="009C54AE" w14:paraId="3AF4CE4C" w14:textId="77777777" w:rsidTr="00923D7D">
        <w:tc>
          <w:tcPr>
            <w:tcW w:w="9639" w:type="dxa"/>
          </w:tcPr>
          <w:p w14:paraId="1264AAB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alimenty w oparciu o dyskusję</w:t>
            </w:r>
          </w:p>
        </w:tc>
      </w:tr>
      <w:tr w:rsidR="00C10360" w:rsidRPr="009C54AE" w14:paraId="68BC7368" w14:textId="77777777" w:rsidTr="00923D7D">
        <w:tc>
          <w:tcPr>
            <w:tcW w:w="9639" w:type="dxa"/>
          </w:tcPr>
          <w:p w14:paraId="5C9B0177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ustanowienie adwokata lub radcy prawnego</w:t>
            </w:r>
          </w:p>
          <w:p w14:paraId="4194137D" w14:textId="77777777" w:rsidR="00C10360" w:rsidRPr="00A45A81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58D88C06" w14:textId="77777777" w:rsidTr="00923D7D">
        <w:tc>
          <w:tcPr>
            <w:tcW w:w="9639" w:type="dxa"/>
          </w:tcPr>
          <w:p w14:paraId="20A4442F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majątkowej małżeńskiej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12103969" w14:textId="77777777" w:rsidTr="00923D7D">
        <w:tc>
          <w:tcPr>
            <w:tcW w:w="9639" w:type="dxa"/>
          </w:tcPr>
          <w:p w14:paraId="0680B0ED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>apelacji w sprawie rozwodowej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E73581" w:rsidRPr="009C54AE" w14:paraId="628469BA" w14:textId="77777777" w:rsidTr="00923D7D">
        <w:tc>
          <w:tcPr>
            <w:tcW w:w="9639" w:type="dxa"/>
          </w:tcPr>
          <w:p w14:paraId="1377254C" w14:textId="77777777" w:rsidR="00C10360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w sprawie o zaprzeczenie ojcostwa </w:t>
            </w:r>
          </w:p>
          <w:p w14:paraId="5CDE9845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7B5CBFD3" w14:textId="77777777" w:rsidTr="00923D7D">
        <w:tc>
          <w:tcPr>
            <w:tcW w:w="9639" w:type="dxa"/>
          </w:tcPr>
          <w:p w14:paraId="0CD8FC89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3037FA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8C8D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1333A1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47C3563E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BECB6B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5A8A3" w14:textId="77777777" w:rsidR="00CC7F7B" w:rsidRDefault="00CC7F7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B072A3" w14:textId="338EBB56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2ADE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A8096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7DBA3E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33688A30" w14:textId="77777777" w:rsidTr="00E439BC">
        <w:tc>
          <w:tcPr>
            <w:tcW w:w="1695" w:type="dxa"/>
            <w:vAlign w:val="center"/>
          </w:tcPr>
          <w:p w14:paraId="2A5E9FBC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B22C684" w14:textId="1AC296B0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502679EA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6F1FD62E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0A6D4081" w14:textId="77777777" w:rsidTr="00E439BC">
        <w:tc>
          <w:tcPr>
            <w:tcW w:w="1695" w:type="dxa"/>
          </w:tcPr>
          <w:p w14:paraId="4C8A276F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6B17988D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6C84263E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0344412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24BC17C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EE8220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7FAF2C5" w14:textId="77777777" w:rsidTr="00E439BC">
        <w:tc>
          <w:tcPr>
            <w:tcW w:w="1695" w:type="dxa"/>
          </w:tcPr>
          <w:p w14:paraId="1C505AE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51BCE334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552B023C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56652911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01E54F9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E01A25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4FBE060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7B5C941" w14:textId="77777777" w:rsidTr="00E439BC">
        <w:tc>
          <w:tcPr>
            <w:tcW w:w="1695" w:type="dxa"/>
          </w:tcPr>
          <w:p w14:paraId="0140457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19B4934F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46C5BA3C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3F840B54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47B35B63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A865E6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FE0374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3A041F1" w14:textId="77777777" w:rsidTr="00E439BC">
        <w:tc>
          <w:tcPr>
            <w:tcW w:w="1695" w:type="dxa"/>
          </w:tcPr>
          <w:p w14:paraId="73F6A57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5835D0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384AAF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05986383" w14:textId="77777777" w:rsidTr="00E439BC">
        <w:tc>
          <w:tcPr>
            <w:tcW w:w="1695" w:type="dxa"/>
          </w:tcPr>
          <w:p w14:paraId="260E7D7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14EFF99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54650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6308323" w14:textId="77777777" w:rsidTr="00E439BC">
        <w:tc>
          <w:tcPr>
            <w:tcW w:w="1695" w:type="dxa"/>
          </w:tcPr>
          <w:p w14:paraId="422E416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0390CC3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4F716B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E4A289D" w14:textId="77777777" w:rsidTr="00E439BC">
        <w:tc>
          <w:tcPr>
            <w:tcW w:w="1695" w:type="dxa"/>
          </w:tcPr>
          <w:p w14:paraId="3E23C92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7DE9C01A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0B7B8FD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D1029E9" w14:textId="77777777" w:rsidTr="00E439BC">
        <w:tc>
          <w:tcPr>
            <w:tcW w:w="1695" w:type="dxa"/>
          </w:tcPr>
          <w:p w14:paraId="1E04CC0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3913FCD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4ED784D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1A15863" w14:textId="77777777" w:rsidTr="00E439BC">
        <w:tc>
          <w:tcPr>
            <w:tcW w:w="1695" w:type="dxa"/>
          </w:tcPr>
          <w:p w14:paraId="3024A88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09616D6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79AECAA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6ABFE0C7" w14:textId="77777777" w:rsidTr="00E439BC">
        <w:tc>
          <w:tcPr>
            <w:tcW w:w="1695" w:type="dxa"/>
          </w:tcPr>
          <w:p w14:paraId="65C8A13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5CDD66E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34C0FD3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E1F2768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796F2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76A7D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395412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F49AE0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AA2EA3" w14:textId="77777777" w:rsidR="00CC7F7B" w:rsidRDefault="00CC7F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A6BDC6" w14:textId="40E6507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CB1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1D1721" w14:textId="77777777" w:rsidTr="00923D7D">
        <w:tc>
          <w:tcPr>
            <w:tcW w:w="9670" w:type="dxa"/>
          </w:tcPr>
          <w:p w14:paraId="6B256192" w14:textId="41CC06A5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3B0CF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0720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8332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D96FB" w14:textId="77777777" w:rsidTr="003E1941">
        <w:tc>
          <w:tcPr>
            <w:tcW w:w="4962" w:type="dxa"/>
            <w:vAlign w:val="center"/>
          </w:tcPr>
          <w:p w14:paraId="003D4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7C17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9CC9EE" w14:textId="77777777" w:rsidTr="00923D7D">
        <w:tc>
          <w:tcPr>
            <w:tcW w:w="4962" w:type="dxa"/>
          </w:tcPr>
          <w:p w14:paraId="2AE5FF11" w14:textId="7A167BA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E663C4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76E785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E43E50" w14:textId="77777777" w:rsidTr="00923D7D">
        <w:tc>
          <w:tcPr>
            <w:tcW w:w="4962" w:type="dxa"/>
          </w:tcPr>
          <w:p w14:paraId="49FBAF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7977E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D0F8C3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23936D" w14:textId="77777777" w:rsidTr="00923D7D">
        <w:tc>
          <w:tcPr>
            <w:tcW w:w="4962" w:type="dxa"/>
          </w:tcPr>
          <w:p w14:paraId="1F37450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5EE4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7E1620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2CDE5989" w14:textId="77777777" w:rsidTr="00923D7D">
        <w:tc>
          <w:tcPr>
            <w:tcW w:w="4962" w:type="dxa"/>
          </w:tcPr>
          <w:p w14:paraId="58DBB9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6B3BB6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5249ED" w14:textId="77777777" w:rsidTr="00923D7D">
        <w:tc>
          <w:tcPr>
            <w:tcW w:w="4962" w:type="dxa"/>
          </w:tcPr>
          <w:p w14:paraId="691D9A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CBCBB2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7EACF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36C3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EDB15" w14:textId="5D8E36D4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5279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3F8A74" w14:textId="77777777" w:rsidTr="0071620A">
        <w:trPr>
          <w:trHeight w:val="397"/>
        </w:trPr>
        <w:tc>
          <w:tcPr>
            <w:tcW w:w="3544" w:type="dxa"/>
          </w:tcPr>
          <w:p w14:paraId="1AD07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21EAF5" w14:textId="2D9D6183" w:rsidR="0085747A" w:rsidRPr="009C54AE" w:rsidRDefault="00CC7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2C8C31D" w14:textId="77777777" w:rsidTr="0071620A">
        <w:trPr>
          <w:trHeight w:val="397"/>
        </w:trPr>
        <w:tc>
          <w:tcPr>
            <w:tcW w:w="3544" w:type="dxa"/>
          </w:tcPr>
          <w:p w14:paraId="2AAF48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1FCB7" w14:textId="5D44DCD5" w:rsidR="0085747A" w:rsidRPr="009C54AE" w:rsidRDefault="00CC7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F1DF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0417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7BCE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2EECF2" w14:textId="77777777" w:rsidTr="0071620A">
        <w:trPr>
          <w:trHeight w:val="397"/>
        </w:trPr>
        <w:tc>
          <w:tcPr>
            <w:tcW w:w="7513" w:type="dxa"/>
          </w:tcPr>
          <w:p w14:paraId="249C39D0" w14:textId="35D8AD9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7F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898939" w14:textId="77777777" w:rsidR="00CC7F7B" w:rsidRPr="00CC7F7B" w:rsidRDefault="00CC7F7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862B4C9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131A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1DBE3CCB" w14:textId="77777777" w:rsidR="00E57EDB" w:rsidRPr="009C54AE" w:rsidRDefault="00527ECC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Haak-Trzuskawska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  <w:tr w:rsidR="0085747A" w:rsidRPr="009C54AE" w14:paraId="2159A0CC" w14:textId="77777777" w:rsidTr="0071620A">
        <w:trPr>
          <w:trHeight w:val="397"/>
        </w:trPr>
        <w:tc>
          <w:tcPr>
            <w:tcW w:w="7513" w:type="dxa"/>
          </w:tcPr>
          <w:p w14:paraId="7144D867" w14:textId="3B622F1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7F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0B567F6" w14:textId="77777777" w:rsidR="00CC7F7B" w:rsidRPr="00CC7F7B" w:rsidRDefault="00CC7F7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92ED51C" w14:textId="77777777" w:rsid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proofErr w:type="spellStart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Osajda</w:t>
            </w:r>
            <w:proofErr w:type="spellEnd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14B29061" w14:textId="77777777" w:rsidR="00527ECC" w:rsidRP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Pietrzykowski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</w:tc>
      </w:tr>
    </w:tbl>
    <w:p w14:paraId="067A77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6FE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4E98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003A5" w14:textId="77777777" w:rsidR="003F7047" w:rsidRDefault="003F7047" w:rsidP="00C16ABF">
      <w:pPr>
        <w:spacing w:after="0" w:line="240" w:lineRule="auto"/>
      </w:pPr>
      <w:r>
        <w:separator/>
      </w:r>
    </w:p>
  </w:endnote>
  <w:endnote w:type="continuationSeparator" w:id="0">
    <w:p w14:paraId="69725C9F" w14:textId="77777777" w:rsidR="003F7047" w:rsidRDefault="003F70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AFB41" w14:textId="77777777" w:rsidR="003F7047" w:rsidRDefault="003F7047" w:rsidP="00C16ABF">
      <w:pPr>
        <w:spacing w:after="0" w:line="240" w:lineRule="auto"/>
      </w:pPr>
      <w:r>
        <w:separator/>
      </w:r>
    </w:p>
  </w:footnote>
  <w:footnote w:type="continuationSeparator" w:id="0">
    <w:p w14:paraId="1651C582" w14:textId="77777777" w:rsidR="003F7047" w:rsidRDefault="003F7047" w:rsidP="00C16ABF">
      <w:pPr>
        <w:spacing w:after="0" w:line="240" w:lineRule="auto"/>
      </w:pPr>
      <w:r>
        <w:continuationSeparator/>
      </w:r>
    </w:p>
  </w:footnote>
  <w:footnote w:id="1">
    <w:p w14:paraId="6FE3EE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C3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A8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0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378AA"/>
    <w:rsid w:val="00540C54"/>
    <w:rsid w:val="00543ACC"/>
    <w:rsid w:val="00543DF2"/>
    <w:rsid w:val="0056696D"/>
    <w:rsid w:val="005679F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97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F09"/>
    <w:rsid w:val="00C94B98"/>
    <w:rsid w:val="00CA2B96"/>
    <w:rsid w:val="00CA5089"/>
    <w:rsid w:val="00CC7F7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967"/>
    <w:rsid w:val="00DA2114"/>
    <w:rsid w:val="00DE09C0"/>
    <w:rsid w:val="00DE4A14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663C4"/>
    <w:rsid w:val="00E7358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A3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4ED5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54DB8-90DA-49ED-B7EE-3DC99382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1147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2022-01-24T09:54:00Z</dcterms:created>
  <dcterms:modified xsi:type="dcterms:W3CDTF">2022-02-08T12:09:00Z</dcterms:modified>
</cp:coreProperties>
</file>